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109F7" w14:textId="77777777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6E39F11E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  <w:r w:rsidR="00B2701D">
              <w:rPr>
                <w:rFonts w:ascii="Arial" w:hAnsi="Arial"/>
                <w:b/>
                <w:sz w:val="44"/>
              </w:rPr>
              <w:t xml:space="preserve"> </w:t>
            </w:r>
            <w:r w:rsidR="00372A35">
              <w:rPr>
                <w:rFonts w:ascii="Arial" w:hAnsi="Arial"/>
                <w:b/>
                <w:sz w:val="44"/>
              </w:rPr>
              <w:t>Lot 3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9"/>
              </w:rPr>
              <w:t>Objet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5F40D31" w14:textId="06334F39" w:rsidR="00FF6E79" w:rsidRDefault="00500797" w:rsidP="004D3856">
            <w:pPr>
              <w:jc w:val="both"/>
              <w:rPr>
                <w:bCs/>
              </w:rPr>
            </w:pPr>
            <w:r>
              <w:rPr>
                <w:bCs/>
              </w:rPr>
              <w:t>Prestations de nettoyage en région Grand-Est</w:t>
            </w:r>
          </w:p>
          <w:p w14:paraId="2DF8E6B6" w14:textId="51359BDF" w:rsidR="004D558D" w:rsidRPr="00FF6E79" w:rsidRDefault="00372A35" w:rsidP="00873DC6">
            <w:pPr>
              <w:jc w:val="both"/>
              <w:rPr>
                <w:bCs/>
              </w:rPr>
            </w:pPr>
            <w:r>
              <w:rPr>
                <w:b/>
                <w:bCs/>
                <w:color w:val="C00000"/>
              </w:rPr>
              <w:t>Lot 3</w:t>
            </w:r>
            <w:r w:rsidR="004D558D" w:rsidRPr="00500797">
              <w:rPr>
                <w:b/>
                <w:bCs/>
                <w:color w:val="C00000"/>
              </w:rPr>
              <w:t> :</w:t>
            </w:r>
            <w:r w:rsidR="004D558D" w:rsidRPr="00500797">
              <w:rPr>
                <w:bCs/>
                <w:color w:val="C00000"/>
              </w:rPr>
              <w:t xml:space="preserve"> </w:t>
            </w:r>
            <w:r w:rsidR="00500797">
              <w:rPr>
                <w:bCs/>
              </w:rPr>
              <w:t>Cent</w:t>
            </w:r>
            <w:r w:rsidR="00873DC6">
              <w:rPr>
                <w:bCs/>
              </w:rPr>
              <w:t>re de re</w:t>
            </w:r>
            <w:r>
              <w:rPr>
                <w:bCs/>
              </w:rPr>
              <w:t>cherches archéologiques de Reims</w:t>
            </w:r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7D0637F6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Montant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0EAC609" w14:textId="0DD69F84" w:rsidR="00500797" w:rsidRPr="007A76BF" w:rsidRDefault="00500797" w:rsidP="004D3856">
            <w:pPr>
              <w:spacing w:line="240" w:lineRule="exact"/>
              <w:jc w:val="both"/>
              <w:rPr>
                <w:b/>
              </w:rPr>
            </w:pPr>
            <w:r w:rsidRPr="007A76BF">
              <w:rPr>
                <w:b/>
              </w:rPr>
              <w:t xml:space="preserve">Montant forfaitaire sur la durée totale du marché : </w:t>
            </w:r>
          </w:p>
          <w:p w14:paraId="3D16F599" w14:textId="7ABFD7DB" w:rsidR="00420C85" w:rsidRPr="007A76BF" w:rsidRDefault="00420C85" w:rsidP="004D3856">
            <w:pPr>
              <w:spacing w:line="240" w:lineRule="exact"/>
              <w:jc w:val="both"/>
              <w:rPr>
                <w:b/>
              </w:rPr>
            </w:pPr>
            <w:r w:rsidRPr="007A76BF">
              <w:rPr>
                <w:b/>
              </w:rPr>
              <w:t xml:space="preserve">Montant minimum HT sur </w:t>
            </w:r>
            <w:r w:rsidR="00C13AFF" w:rsidRPr="007A76BF">
              <w:rPr>
                <w:b/>
              </w:rPr>
              <w:t xml:space="preserve">la durée du </w:t>
            </w:r>
            <w:r w:rsidR="00365AE4" w:rsidRPr="007A76BF">
              <w:rPr>
                <w:b/>
              </w:rPr>
              <w:t xml:space="preserve">marché : </w:t>
            </w:r>
            <w:r w:rsidR="00500797" w:rsidRPr="007A76BF">
              <w:rPr>
                <w:b/>
              </w:rPr>
              <w:t>0</w:t>
            </w:r>
            <w:r w:rsidR="004D558D" w:rsidRPr="007A76BF">
              <w:rPr>
                <w:b/>
              </w:rPr>
              <w:t xml:space="preserve"> </w:t>
            </w:r>
            <w:r w:rsidR="006E56E1" w:rsidRPr="007A76BF">
              <w:rPr>
                <w:b/>
              </w:rPr>
              <w:t>€ HT</w:t>
            </w:r>
          </w:p>
          <w:p w14:paraId="34D8D23D" w14:textId="30EB6E9A" w:rsidR="00824F64" w:rsidRPr="00420C85" w:rsidRDefault="00420C85" w:rsidP="00500797">
            <w:pPr>
              <w:spacing w:line="240" w:lineRule="exact"/>
              <w:jc w:val="both"/>
            </w:pPr>
            <w:r w:rsidRPr="007A76BF">
              <w:rPr>
                <w:b/>
              </w:rPr>
              <w:t>Montant maximum</w:t>
            </w:r>
            <w:r w:rsidR="00C13AFF" w:rsidRPr="007A76BF">
              <w:rPr>
                <w:b/>
              </w:rPr>
              <w:t xml:space="preserve"> HT sur la durée du marché : </w:t>
            </w:r>
            <w:r w:rsidR="00FF6E79" w:rsidRPr="007A76BF">
              <w:rPr>
                <w:b/>
              </w:rPr>
              <w:t xml:space="preserve"> </w:t>
            </w:r>
            <w:r w:rsidR="004C71A4">
              <w:rPr>
                <w:b/>
              </w:rPr>
              <w:t>6</w:t>
            </w:r>
            <w:r w:rsidR="00444FC4" w:rsidRPr="007A76BF">
              <w:rPr>
                <w:b/>
              </w:rPr>
              <w:t>0</w:t>
            </w:r>
            <w:r w:rsidR="00500797" w:rsidRPr="007A76BF">
              <w:rPr>
                <w:b/>
              </w:rPr>
              <w:t xml:space="preserve"> 000</w:t>
            </w:r>
            <w:r w:rsidR="00FF6E79" w:rsidRPr="007A76BF">
              <w:rPr>
                <w:b/>
              </w:rPr>
              <w:t xml:space="preserve"> </w:t>
            </w:r>
            <w:r w:rsidR="006E56E1" w:rsidRPr="007A76BF">
              <w:rPr>
                <w:b/>
              </w:rPr>
              <w:t>€ HT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7986208E" w:rsidR="00663AC6" w:rsidRPr="00293320" w:rsidRDefault="004C71A4" w:rsidP="004D3856">
            <w:pPr>
              <w:jc w:val="both"/>
              <w:rPr>
                <w:b/>
                <w:szCs w:val="22"/>
              </w:rPr>
            </w:pPr>
            <w:r w:rsidRPr="004C71A4">
              <w:rPr>
                <w:b/>
              </w:rPr>
              <w:t>12 mois renouvelable 3 fois, par tacite reconduction par période d’un an sans excéder la durée de 4 ans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37C6DBE" w:rsidR="00663AC6" w:rsidRPr="00DD2433" w:rsidRDefault="00500797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GE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2035166" w14:textId="37D5C183" w:rsidR="00FD14AF" w:rsidRDefault="00FD14AF" w:rsidP="00133CE9">
            <w:pPr>
              <w:jc w:val="both"/>
            </w:pPr>
            <w:r w:rsidRPr="00FE1A9E">
              <w:t>Appel d’offres ouvert passé en application des articles L.2124-1, L.2124-2, R.2124-1, R.212</w:t>
            </w:r>
            <w:r w:rsidR="00500797">
              <w:t>4-2, R.2161-1 à R.2161-5,</w:t>
            </w:r>
            <w:r>
              <w:t xml:space="preserve"> R.2162-2 alinéa 2, </w:t>
            </w:r>
            <w:r w:rsidR="00500797">
              <w:t>R.2162-13 à R.2162-14 du C</w:t>
            </w:r>
            <w:r>
              <w:t xml:space="preserve">ode de la commande publique 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3251F437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</w:p>
          <w:p w14:paraId="05D49567" w14:textId="697000BD" w:rsidR="00951E46" w:rsidRPr="00AE4CA8" w:rsidRDefault="00233B4F" w:rsidP="00233B4F">
            <w:pPr>
              <w:rPr>
                <w:szCs w:val="22"/>
              </w:rPr>
            </w:pPr>
            <w:r w:rsidRPr="007A76BF">
              <w:rPr>
                <w:szCs w:val="22"/>
              </w:rPr>
              <w:t xml:space="preserve">Dominique Garcia, Président de l’institut national de recherches archéologiques préventives nommé par décret du Président de la République du </w:t>
            </w:r>
            <w:r w:rsidR="006E0A4F" w:rsidRPr="007A76BF">
              <w:rPr>
                <w:szCs w:val="22"/>
              </w:rPr>
              <w:t>8 janvier</w:t>
            </w:r>
            <w:r w:rsidRPr="007A76BF">
              <w:rPr>
                <w:szCs w:val="22"/>
              </w:rPr>
              <w:t xml:space="preserve"> 202</w:t>
            </w:r>
            <w:r w:rsidR="006E0A4F" w:rsidRPr="007A76BF">
              <w:rPr>
                <w:szCs w:val="22"/>
              </w:rPr>
              <w:t>4</w:t>
            </w:r>
            <w:r w:rsidRPr="007A76BF">
              <w:rPr>
                <w:szCs w:val="22"/>
              </w:rPr>
              <w:t>.</w:t>
            </w:r>
          </w:p>
          <w:p w14:paraId="1E9A688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7022C394" w14:textId="6CB2BB29" w:rsidR="00951E46" w:rsidRDefault="00951E46" w:rsidP="00253D55">
            <w:pPr>
              <w:jc w:val="both"/>
              <w:rPr>
                <w:sz w:val="24"/>
                <w:szCs w:val="24"/>
              </w:rPr>
            </w:pPr>
            <w:r w:rsidRPr="00023B97">
              <w:rPr>
                <w:b/>
                <w:szCs w:val="22"/>
              </w:rPr>
              <w:t xml:space="preserve">Désignation et adresse de la personne habilitée à donner les renseignements </w:t>
            </w:r>
            <w:r>
              <w:rPr>
                <w:b/>
                <w:szCs w:val="22"/>
              </w:rPr>
              <w:t xml:space="preserve">prévus par les </w:t>
            </w:r>
            <w:r w:rsidRPr="00023B97">
              <w:rPr>
                <w:b/>
                <w:szCs w:val="22"/>
              </w:rPr>
              <w:t>article</w:t>
            </w:r>
            <w:r>
              <w:rPr>
                <w:b/>
                <w:szCs w:val="22"/>
              </w:rPr>
              <w:t>s</w:t>
            </w:r>
            <w:r w:rsidRPr="00023B97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R.2191-60 à R.2191-61 du code de la commande publique</w:t>
            </w:r>
            <w:r w:rsidRPr="00A141FD">
              <w:rPr>
                <w:sz w:val="24"/>
                <w:szCs w:val="24"/>
              </w:rPr>
              <w:t>.</w:t>
            </w:r>
            <w:r w:rsidRPr="00A141FD" w:rsidDel="00FA59FE">
              <w:rPr>
                <w:sz w:val="24"/>
                <w:szCs w:val="24"/>
              </w:rPr>
              <w:t xml:space="preserve"> </w:t>
            </w:r>
          </w:p>
          <w:p w14:paraId="1EB03059" w14:textId="77777777" w:rsidR="00233B4F" w:rsidRPr="00906267" w:rsidRDefault="00233B4F" w:rsidP="00233B4F">
            <w:pPr>
              <w:rPr>
                <w:szCs w:val="22"/>
              </w:rPr>
            </w:pPr>
            <w:r w:rsidRPr="00906267">
              <w:rPr>
                <w:szCs w:val="22"/>
              </w:rPr>
              <w:t>La cheffe du service de la politique des achats, des ma</w:t>
            </w:r>
            <w:r>
              <w:rPr>
                <w:szCs w:val="22"/>
              </w:rPr>
              <w:t xml:space="preserve">rchés publics et de </w:t>
            </w:r>
            <w:r w:rsidRPr="00906267">
              <w:rPr>
                <w:szCs w:val="22"/>
              </w:rPr>
              <w:t>la relation client de l’Institut national de recherches archéologiques préventives.</w:t>
            </w:r>
          </w:p>
          <w:p w14:paraId="3162293E" w14:textId="08AA8335" w:rsidR="00233B4F" w:rsidRDefault="00233B4F" w:rsidP="00233B4F">
            <w:pPr>
              <w:rPr>
                <w:b/>
                <w:szCs w:val="22"/>
              </w:rPr>
            </w:pPr>
          </w:p>
          <w:p w14:paraId="10783238" w14:textId="77777777" w:rsidR="00233B4F" w:rsidRPr="00233B4F" w:rsidRDefault="00233B4F" w:rsidP="00233B4F"/>
          <w:p w14:paraId="2987C6E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Comptable assignataire </w:t>
            </w:r>
          </w:p>
          <w:p w14:paraId="58E6CFEE" w14:textId="77777777" w:rsidR="00663AC6" w:rsidRPr="001A7212" w:rsidRDefault="007B123D" w:rsidP="00253D55">
            <w:pPr>
              <w:tabs>
                <w:tab w:val="clear" w:pos="142"/>
                <w:tab w:val="left" w:pos="0"/>
              </w:tabs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L’agent comptable de l’Institut national de recherches archéologiques préventives</w:t>
            </w:r>
          </w:p>
          <w:p w14:paraId="29C3BDE5" w14:textId="77777777" w:rsidR="00663AC6" w:rsidRPr="007B123D" w:rsidRDefault="00663AC6" w:rsidP="00253D55">
            <w:pPr>
              <w:pStyle w:val="Titre4"/>
              <w:jc w:val="both"/>
              <w:rPr>
                <w:szCs w:val="22"/>
              </w:rPr>
            </w:pPr>
          </w:p>
          <w:p w14:paraId="140C54B3" w14:textId="77777777" w:rsidR="00663AC6" w:rsidRDefault="00663AC6" w:rsidP="00253D55">
            <w:pPr>
              <w:jc w:val="both"/>
            </w:pPr>
            <w:r>
              <w:br/>
            </w:r>
          </w:p>
          <w:p w14:paraId="5945B1B7" w14:textId="77777777" w:rsidR="00372A35" w:rsidRDefault="00372A35" w:rsidP="00253D55">
            <w:pPr>
              <w:jc w:val="both"/>
            </w:pPr>
          </w:p>
          <w:p w14:paraId="5558CB43" w14:textId="381A052F" w:rsidR="00372A35" w:rsidRDefault="00372A35" w:rsidP="00253D55">
            <w:pPr>
              <w:jc w:val="both"/>
            </w:pPr>
          </w:p>
        </w:tc>
      </w:tr>
    </w:tbl>
    <w:p w14:paraId="68E0534C" w14:textId="2705EC88" w:rsidR="006A445D" w:rsidRDefault="006A445D" w:rsidP="004D3856">
      <w:pPr>
        <w:jc w:val="both"/>
      </w:pPr>
    </w:p>
    <w:p w14:paraId="00E87FA7" w14:textId="1A4923E6" w:rsidR="00AC72FB" w:rsidRPr="007A76BF" w:rsidRDefault="002A4F72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1.</w:t>
      </w:r>
      <w:r w:rsidR="00C31D92" w:rsidRPr="007A76BF">
        <w:rPr>
          <w:szCs w:val="24"/>
        </w:rPr>
        <w:t xml:space="preserve"> </w:t>
      </w:r>
      <w:r w:rsidR="00A80EED" w:rsidRPr="007A76BF">
        <w:rPr>
          <w:szCs w:val="24"/>
        </w:rPr>
        <w:t xml:space="preserve">– </w:t>
      </w:r>
      <w:r w:rsidR="00B32E3A" w:rsidRPr="007A76BF">
        <w:rPr>
          <w:szCs w:val="24"/>
        </w:rPr>
        <w:t>Engagement du candidat</w:t>
      </w:r>
    </w:p>
    <w:p w14:paraId="7275D280" w14:textId="77777777" w:rsidR="004448EF" w:rsidRPr="00C31D92" w:rsidRDefault="004448E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2D19787B" w14:textId="77777777" w:rsidR="00AC72FB" w:rsidRPr="00391FB5" w:rsidRDefault="000A72BD" w:rsidP="004D3856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fournisseurs)</w:t>
      </w:r>
    </w:p>
    <w:p w14:paraId="452FCEFD" w14:textId="77777777" w:rsidR="000A72BD" w:rsidRPr="002A4F72" w:rsidRDefault="000A72BD" w:rsidP="004D3856">
      <w:pPr>
        <w:spacing w:line="240" w:lineRule="exact"/>
        <w:jc w:val="both"/>
        <w:rPr>
          <w:szCs w:val="22"/>
        </w:rPr>
      </w:pPr>
    </w:p>
    <w:p w14:paraId="0BF774A5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Je soussigné, </w:t>
      </w:r>
      <w:r w:rsidRPr="00391FB5">
        <w:rPr>
          <w:szCs w:val="22"/>
        </w:rPr>
        <w:tab/>
      </w:r>
    </w:p>
    <w:p w14:paraId="2F429324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agissant en qualité de : </w:t>
      </w:r>
      <w:r w:rsidRPr="00391FB5">
        <w:rPr>
          <w:szCs w:val="22"/>
        </w:rPr>
        <w:tab/>
      </w:r>
    </w:p>
    <w:p w14:paraId="2813A49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au nom et pour le compte de la société : </w:t>
      </w:r>
      <w:r w:rsidRPr="00391FB5">
        <w:rPr>
          <w:szCs w:val="22"/>
        </w:rPr>
        <w:tab/>
      </w:r>
    </w:p>
    <w:p w14:paraId="149D3C60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ayant son siège social à : </w:t>
      </w:r>
      <w:r w:rsidRPr="00391FB5">
        <w:rPr>
          <w:szCs w:val="22"/>
        </w:rPr>
        <w:tab/>
      </w:r>
    </w:p>
    <w:p w14:paraId="6F21DF5A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1826D8B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Forme juridique : </w:t>
      </w:r>
      <w:r w:rsidRPr="00391FB5">
        <w:rPr>
          <w:szCs w:val="22"/>
        </w:rPr>
        <w:tab/>
      </w:r>
    </w:p>
    <w:p w14:paraId="03B12C11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3EF42EFD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et immatriculée : </w:t>
      </w:r>
    </w:p>
    <w:p w14:paraId="38BB88B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D77D4A8" w14:textId="77777777" w:rsidR="00F768CF" w:rsidRPr="00391FB5" w:rsidRDefault="00F768CF" w:rsidP="004D3856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au Registre du commerce et des sociétés de : </w:t>
      </w:r>
      <w:r w:rsidRPr="00391FB5">
        <w:rPr>
          <w:sz w:val="22"/>
          <w:szCs w:val="22"/>
        </w:rPr>
        <w:tab/>
      </w:r>
    </w:p>
    <w:p w14:paraId="4925E927" w14:textId="77777777" w:rsidR="00F768CF" w:rsidRPr="00391FB5" w:rsidRDefault="00F768CF" w:rsidP="004D3856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Cs w:val="22"/>
        </w:rPr>
      </w:pPr>
      <w:r w:rsidRPr="00391FB5">
        <w:rPr>
          <w:szCs w:val="22"/>
        </w:rPr>
        <w:t>sous le numéro :</w:t>
      </w:r>
      <w:r w:rsidRPr="00391FB5">
        <w:rPr>
          <w:szCs w:val="22"/>
        </w:rPr>
        <w:tab/>
      </w:r>
    </w:p>
    <w:p w14:paraId="4E6E58E1" w14:textId="77777777" w:rsidR="00F768CF" w:rsidRPr="00391FB5" w:rsidRDefault="00F768CF" w:rsidP="004D3856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à l'INSEE sous le n° SIRET : </w:t>
      </w:r>
      <w:r w:rsidRPr="00391FB5">
        <w:rPr>
          <w:sz w:val="22"/>
          <w:szCs w:val="22"/>
        </w:rPr>
        <w:tab/>
      </w:r>
    </w:p>
    <w:p w14:paraId="7A549629" w14:textId="77777777" w:rsidR="00F768CF" w:rsidRPr="00391FB5" w:rsidRDefault="00F768CF" w:rsidP="004D3856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Code APE : </w:t>
      </w:r>
      <w:r w:rsidRPr="00391FB5">
        <w:rPr>
          <w:sz w:val="22"/>
          <w:szCs w:val="22"/>
        </w:rPr>
        <w:tab/>
      </w:r>
    </w:p>
    <w:p w14:paraId="1A11AEB7" w14:textId="77777777" w:rsidR="00F768CF" w:rsidRPr="00391FB5" w:rsidRDefault="00F768CF" w:rsidP="004D3856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Numéro de TVA intra-communautaire : </w:t>
      </w:r>
      <w:r w:rsidRPr="00391FB5">
        <w:rPr>
          <w:sz w:val="22"/>
          <w:szCs w:val="22"/>
        </w:rPr>
        <w:tab/>
      </w:r>
    </w:p>
    <w:p w14:paraId="336853D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4465ED4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ab/>
      </w:r>
      <w:r w:rsidRPr="00391FB5">
        <w:rPr>
          <w:sz w:val="22"/>
          <w:szCs w:val="22"/>
        </w:rPr>
        <w:tab/>
      </w:r>
    </w:p>
    <w:p w14:paraId="7B5A8564" w14:textId="77777777" w:rsidR="00F41CAF" w:rsidRPr="002A4F72" w:rsidRDefault="00F41CAF" w:rsidP="00485021">
      <w:pPr>
        <w:pStyle w:val="Corpsdetexte3"/>
        <w:tabs>
          <w:tab w:val="left" w:pos="288"/>
          <w:tab w:val="right" w:leader="dot" w:pos="9639"/>
        </w:tabs>
        <w:spacing w:after="0" w:line="240" w:lineRule="exact"/>
        <w:jc w:val="both"/>
        <w:rPr>
          <w:sz w:val="22"/>
          <w:szCs w:val="22"/>
        </w:rPr>
      </w:pPr>
    </w:p>
    <w:p w14:paraId="5ABC5206" w14:textId="77777777" w:rsidR="00F41CAF" w:rsidRPr="002A4F72" w:rsidRDefault="00F41CAF" w:rsidP="00485021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>- M’ENGAGE sans réserve, à exécuter les prestations décrites</w:t>
      </w:r>
      <w:r>
        <w:rPr>
          <w:szCs w:val="22"/>
        </w:rPr>
        <w:t xml:space="preserve"> aux pièces contractuelles,</w:t>
      </w:r>
      <w:r w:rsidRPr="002A4F72">
        <w:rPr>
          <w:szCs w:val="22"/>
        </w:rPr>
        <w:t xml:space="preserve"> ainsi que l’ensemble des documents qui y sont mentionnés dans les conditions ci-après définies.</w:t>
      </w:r>
    </w:p>
    <w:p w14:paraId="05A3A466" w14:textId="77777777" w:rsidR="00F41CAF" w:rsidRPr="002A4F72" w:rsidRDefault="00F41CAF" w:rsidP="00485021">
      <w:pPr>
        <w:spacing w:line="240" w:lineRule="exact"/>
        <w:jc w:val="both"/>
        <w:rPr>
          <w:szCs w:val="22"/>
        </w:rPr>
      </w:pPr>
    </w:p>
    <w:p w14:paraId="71E685F6" w14:textId="77777777" w:rsidR="00F41CAF" w:rsidRPr="002A4F72" w:rsidRDefault="00F41CAF" w:rsidP="00485021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L'offre ainsi présentée ne </w:t>
      </w:r>
      <w:r>
        <w:rPr>
          <w:szCs w:val="22"/>
        </w:rPr>
        <w:t>me</w:t>
      </w:r>
      <w:r w:rsidRPr="002A4F72">
        <w:rPr>
          <w:szCs w:val="22"/>
        </w:rPr>
        <w:t xml:space="preserve"> lie que si son acceptation </w:t>
      </w:r>
      <w:r>
        <w:rPr>
          <w:szCs w:val="22"/>
        </w:rPr>
        <w:t xml:space="preserve">m’est notifiée dans un délai de </w:t>
      </w:r>
      <w:r>
        <w:rPr>
          <w:b/>
        </w:rPr>
        <w:t xml:space="preserve">9 (neuf) mois </w:t>
      </w:r>
      <w:r w:rsidRPr="002A4F72">
        <w:rPr>
          <w:szCs w:val="22"/>
        </w:rPr>
        <w:t xml:space="preserve">à compter de la date de </w:t>
      </w:r>
      <w:r>
        <w:rPr>
          <w:szCs w:val="22"/>
        </w:rPr>
        <w:t xml:space="preserve">notification </w:t>
      </w:r>
      <w:r w:rsidRPr="002A4F72">
        <w:rPr>
          <w:szCs w:val="22"/>
        </w:rPr>
        <w:t>du présent acte d'engagement.</w:t>
      </w:r>
    </w:p>
    <w:p w14:paraId="33AE3550" w14:textId="77777777" w:rsidR="00F41CAF" w:rsidRPr="002A4F72" w:rsidRDefault="00F41CAF" w:rsidP="00485021">
      <w:pPr>
        <w:spacing w:line="240" w:lineRule="exact"/>
        <w:jc w:val="both"/>
        <w:rPr>
          <w:szCs w:val="22"/>
        </w:rPr>
      </w:pPr>
    </w:p>
    <w:p w14:paraId="3D401D26" w14:textId="77777777" w:rsidR="00F41CAF" w:rsidRPr="002A4F72" w:rsidRDefault="00F41CAF" w:rsidP="00F41CAF">
      <w:pPr>
        <w:spacing w:line="240" w:lineRule="exact"/>
        <w:jc w:val="both"/>
        <w:rPr>
          <w:szCs w:val="22"/>
        </w:rPr>
      </w:pPr>
      <w:r w:rsidRPr="009F3703">
        <w:rPr>
          <w:szCs w:val="22"/>
        </w:rPr>
        <w:t>- NOUS ENGAGEONS</w:t>
      </w:r>
      <w:r w:rsidRPr="002A4F72">
        <w:rPr>
          <w:szCs w:val="22"/>
        </w:rPr>
        <w:t xml:space="preserve"> sans réserve en tant que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AC72FB" w:rsidRPr="002A4F72" w14:paraId="227AB5FD" w14:textId="77777777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E0DB4EC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EE280FA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AC72FB" w:rsidRPr="002A4F72" w14:paraId="46C2CEB7" w14:textId="77777777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58A4631B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F41CAF">
              <w:rPr>
                <w:szCs w:val="22"/>
              </w:rPr>
            </w:r>
            <w:r w:rsidR="00F41CAF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357AE57D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AC72FB" w:rsidRPr="002A4F72" w14:paraId="3E4C81C3" w14:textId="77777777">
        <w:trPr>
          <w:trHeight w:val="397"/>
        </w:trPr>
        <w:tc>
          <w:tcPr>
            <w:tcW w:w="426" w:type="dxa"/>
            <w:vAlign w:val="bottom"/>
          </w:tcPr>
          <w:p w14:paraId="3A81284F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F41CAF">
              <w:rPr>
                <w:szCs w:val="22"/>
              </w:rPr>
            </w:r>
            <w:r w:rsidR="00F41CAF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07F432C6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29B463A6" w14:textId="77777777" w:rsidR="00AC72FB" w:rsidRDefault="00AC72FB" w:rsidP="004D3856">
      <w:pPr>
        <w:spacing w:line="240" w:lineRule="exact"/>
        <w:jc w:val="both"/>
      </w:pPr>
    </w:p>
    <w:p w14:paraId="085FA4C9" w14:textId="77777777" w:rsidR="00AC72FB" w:rsidRDefault="00AC72FB" w:rsidP="004D3856">
      <w:pPr>
        <w:spacing w:line="240" w:lineRule="exact"/>
        <w:jc w:val="both"/>
      </w:pPr>
      <w:r>
        <w:t>La société ………………………………</w:t>
      </w:r>
      <w:r w:rsidR="00E43450">
        <w:t>……</w:t>
      </w:r>
      <w:r>
        <w:t>agissant en tant que mandataire solidaire.</w:t>
      </w:r>
    </w:p>
    <w:p w14:paraId="6E7FAD05" w14:textId="5165BFF3" w:rsidR="00FF6E79" w:rsidRPr="00DB488F" w:rsidRDefault="00FF6E79" w:rsidP="004D3856">
      <w:pPr>
        <w:spacing w:line="240" w:lineRule="exact"/>
        <w:jc w:val="both"/>
        <w:rPr>
          <w:rFonts w:ascii="Arial" w:hAnsi="Arial"/>
          <w:b/>
          <w:bCs/>
          <w:szCs w:val="22"/>
        </w:rPr>
      </w:pPr>
    </w:p>
    <w:p w14:paraId="59F9406D" w14:textId="77777777" w:rsidR="00A80EED" w:rsidRPr="007A76BF" w:rsidRDefault="00A80EED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2.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2701013F" w14:textId="77777777" w:rsidR="00500797" w:rsidRDefault="00500797" w:rsidP="00500797">
      <w:pPr>
        <w:pStyle w:val="Sansinterligne"/>
        <w:rPr>
          <w:rFonts w:cs="Times New Roman"/>
        </w:rPr>
      </w:pPr>
      <w:r w:rsidRPr="002B50C1">
        <w:rPr>
          <w:rFonts w:cs="Times New Roman"/>
        </w:rPr>
        <w:t>Le présent marché a pour objet l'exécution des prestations de nettoyage</w:t>
      </w:r>
      <w:r>
        <w:rPr>
          <w:rFonts w:cs="Times New Roman"/>
        </w:rPr>
        <w:t xml:space="preserve"> des locaux de la direction Grand-Est.</w:t>
      </w:r>
    </w:p>
    <w:p w14:paraId="50F247D8" w14:textId="0EE30EB5" w:rsidR="007F3708" w:rsidRDefault="007F3708" w:rsidP="007F3708">
      <w:pPr>
        <w:jc w:val="both"/>
        <w:rPr>
          <w:bCs/>
        </w:rPr>
      </w:pPr>
    </w:p>
    <w:p w14:paraId="0BCBB7C2" w14:textId="6C4D8162" w:rsidR="007F3708" w:rsidRDefault="003C2BB3" w:rsidP="007F3708">
      <w:pPr>
        <w:jc w:val="both"/>
        <w:rPr>
          <w:bCs/>
        </w:rPr>
      </w:pPr>
      <w:r>
        <w:rPr>
          <w:bCs/>
        </w:rPr>
        <w:t>Le</w:t>
      </w:r>
      <w:r w:rsidR="007F3708">
        <w:rPr>
          <w:bCs/>
        </w:rPr>
        <w:t xml:space="preserve"> présent </w:t>
      </w:r>
      <w:r>
        <w:rPr>
          <w:bCs/>
        </w:rPr>
        <w:t>acte d’engagement</w:t>
      </w:r>
      <w:r w:rsidR="00372A35">
        <w:rPr>
          <w:bCs/>
        </w:rPr>
        <w:t xml:space="preserve"> concerne le lot 3</w:t>
      </w:r>
      <w:r w:rsidR="007F3708">
        <w:rPr>
          <w:bCs/>
        </w:rPr>
        <w:t xml:space="preserve"> : </w:t>
      </w:r>
      <w:r w:rsidR="00500797">
        <w:rPr>
          <w:bCs/>
        </w:rPr>
        <w:t xml:space="preserve">Centre de recherches archéologiques </w:t>
      </w:r>
      <w:r w:rsidR="00372A35">
        <w:rPr>
          <w:bCs/>
        </w:rPr>
        <w:t>de Reims.</w:t>
      </w:r>
    </w:p>
    <w:p w14:paraId="4EBA5246" w14:textId="37450841" w:rsidR="002D52A6" w:rsidRPr="006B2D73" w:rsidRDefault="002D52A6" w:rsidP="004D3856">
      <w:pPr>
        <w:jc w:val="both"/>
        <w:rPr>
          <w:szCs w:val="22"/>
        </w:rPr>
      </w:pPr>
    </w:p>
    <w:p w14:paraId="182BA00E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7A76BF" w:rsidRDefault="00A80EED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3.</w:t>
      </w:r>
      <w:r w:rsidR="002A4F72" w:rsidRPr="007A76BF">
        <w:rPr>
          <w:szCs w:val="24"/>
        </w:rPr>
        <w:t xml:space="preserve"> </w:t>
      </w:r>
      <w:r w:rsidR="00B32E3A" w:rsidRPr="007A76BF">
        <w:rPr>
          <w:szCs w:val="24"/>
        </w:rPr>
        <w:t>–</w:t>
      </w:r>
      <w:r w:rsidR="002A4F72" w:rsidRPr="007A76BF">
        <w:rPr>
          <w:szCs w:val="24"/>
        </w:rPr>
        <w:t xml:space="preserve"> </w:t>
      </w:r>
      <w:r w:rsidR="00B32E3A" w:rsidRPr="007A76BF">
        <w:rPr>
          <w:szCs w:val="24"/>
        </w:rPr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3C90DF93" w14:textId="77777777" w:rsidR="00500797" w:rsidRPr="006126D9" w:rsidRDefault="00500797" w:rsidP="00500797">
      <w:pPr>
        <w:spacing w:line="240" w:lineRule="exact"/>
        <w:jc w:val="both"/>
      </w:pPr>
    </w:p>
    <w:p w14:paraId="1CDDEFC8" w14:textId="27E94A01" w:rsidR="00500797" w:rsidRPr="006126D9" w:rsidRDefault="00500797" w:rsidP="00500797">
      <w:pPr>
        <w:spacing w:line="240" w:lineRule="exact"/>
      </w:pPr>
      <w:r w:rsidRPr="006126D9">
        <w:rPr>
          <w:b/>
          <w:u w:val="single"/>
        </w:rPr>
        <w:t>Pour la partie forfaitaire</w:t>
      </w:r>
      <w:r w:rsidRPr="006126D9">
        <w:t>, le montant du marché comprend le montant suivant</w:t>
      </w:r>
      <w:r w:rsidR="00D40CD2">
        <w:t xml:space="preserve"> </w:t>
      </w:r>
      <w:r>
        <w:t>pour la durée tot</w:t>
      </w:r>
      <w:r w:rsidR="00B827F0">
        <w:t xml:space="preserve">ale du marché </w:t>
      </w:r>
      <w:r w:rsidRPr="006126D9">
        <w:t>:</w:t>
      </w:r>
    </w:p>
    <w:p w14:paraId="09449C48" w14:textId="77777777" w:rsidR="00500797" w:rsidRPr="006126D9" w:rsidRDefault="00500797" w:rsidP="00500797">
      <w:pPr>
        <w:spacing w:line="240" w:lineRule="exact"/>
        <w:jc w:val="center"/>
      </w:pPr>
    </w:p>
    <w:p w14:paraId="77553F44" w14:textId="764A2D7E" w:rsidR="004374F1" w:rsidRPr="003B22CD" w:rsidRDefault="004374F1" w:rsidP="004374F1">
      <w:pPr>
        <w:shd w:val="clear" w:color="auto" w:fill="FFFFFF"/>
        <w:tabs>
          <w:tab w:val="clear" w:pos="142"/>
          <w:tab w:val="clear" w:pos="284"/>
        </w:tabs>
      </w:pPr>
      <w:r w:rsidRPr="003B22CD">
        <w:t xml:space="preserve">Montant </w:t>
      </w:r>
      <w:r w:rsidR="004943E3">
        <w:t>de la partie forfaitaire pour 12</w:t>
      </w:r>
      <w:r w:rsidRPr="003B22CD">
        <w:t xml:space="preserve"> mois (à remplir par le candidat) : ……………………€ HT</w:t>
      </w:r>
      <w:r>
        <w:t> ;</w:t>
      </w:r>
    </w:p>
    <w:p w14:paraId="1C691D33" w14:textId="77777777" w:rsidR="004374F1" w:rsidRPr="003B22CD" w:rsidRDefault="004374F1" w:rsidP="004374F1">
      <w:pPr>
        <w:shd w:val="clear" w:color="auto" w:fill="FFFFFF"/>
        <w:tabs>
          <w:tab w:val="clear" w:pos="142"/>
          <w:tab w:val="clear" w:pos="284"/>
        </w:tabs>
      </w:pPr>
      <w:r w:rsidRPr="003B22CD">
        <w:t> </w:t>
      </w:r>
    </w:p>
    <w:p w14:paraId="0791ECFF" w14:textId="77777777" w:rsidR="004374F1" w:rsidRPr="003B22CD" w:rsidRDefault="004374F1" w:rsidP="004374F1">
      <w:pPr>
        <w:shd w:val="clear" w:color="auto" w:fill="FFFFFF"/>
        <w:tabs>
          <w:tab w:val="clear" w:pos="142"/>
          <w:tab w:val="clear" w:pos="284"/>
        </w:tabs>
      </w:pPr>
      <w:r w:rsidRPr="003B22CD">
        <w:t>En cas de reconduction, montant de la partie forfaitaire pour 12 mois (à remplir par le candidat) : ………………€ HT</w:t>
      </w:r>
      <w:r>
        <w:t> ;</w:t>
      </w:r>
    </w:p>
    <w:p w14:paraId="659F69AD" w14:textId="6CAACDBB" w:rsidR="004374F1" w:rsidRDefault="004374F1" w:rsidP="00500797">
      <w:pPr>
        <w:spacing w:line="240" w:lineRule="exact"/>
      </w:pPr>
    </w:p>
    <w:p w14:paraId="6FA365E2" w14:textId="77777777" w:rsidR="004374F1" w:rsidRDefault="004374F1" w:rsidP="00500797">
      <w:pPr>
        <w:spacing w:line="240" w:lineRule="exact"/>
      </w:pPr>
    </w:p>
    <w:p w14:paraId="719A422B" w14:textId="02838E87" w:rsidR="00500797" w:rsidRPr="006126D9" w:rsidRDefault="00500797" w:rsidP="00500797">
      <w:pPr>
        <w:tabs>
          <w:tab w:val="right" w:pos="9360"/>
        </w:tabs>
        <w:spacing w:line="240" w:lineRule="exact"/>
        <w:jc w:val="both"/>
      </w:pPr>
      <w:r w:rsidRPr="006126D9">
        <w:rPr>
          <w:b/>
          <w:u w:val="single"/>
        </w:rPr>
        <w:t>Pour la partie unitaire à bons de commande</w:t>
      </w:r>
      <w:r w:rsidRPr="006126D9">
        <w:t>, les montants minimum et maximum du marché, pour sa durée totale,</w:t>
      </w:r>
      <w:r w:rsidR="00B272C5">
        <w:t xml:space="preserve"> reconductions comprises,</w:t>
      </w:r>
      <w:r w:rsidRPr="006126D9">
        <w:t xml:space="preserve"> sont :</w:t>
      </w:r>
    </w:p>
    <w:p w14:paraId="45E94EAD" w14:textId="77777777" w:rsidR="00500797" w:rsidRPr="006126D9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6126D9">
        <w:t>Montant minimum : 0 € HT sur la durée totale du marché ;</w:t>
      </w:r>
    </w:p>
    <w:p w14:paraId="227C21C9" w14:textId="48F151CE" w:rsidR="00500797" w:rsidRPr="00EC694D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EC694D">
        <w:t xml:space="preserve">Montant maximum : </w:t>
      </w:r>
      <w:r w:rsidR="00F41CAF">
        <w:t>6</w:t>
      </w:r>
      <w:r w:rsidR="00444FC4" w:rsidRPr="00EC694D">
        <w:t>0</w:t>
      </w:r>
      <w:r w:rsidRPr="00EC694D">
        <w:t xml:space="preserve"> 000 € HT sur la durée totale du marché.</w:t>
      </w:r>
    </w:p>
    <w:p w14:paraId="343BB4F7" w14:textId="77777777" w:rsidR="00500797" w:rsidRPr="006126D9" w:rsidRDefault="00500797" w:rsidP="00500797">
      <w:pPr>
        <w:spacing w:line="240" w:lineRule="exact"/>
      </w:pPr>
    </w:p>
    <w:p w14:paraId="2C17E4B1" w14:textId="2A7AF15D" w:rsidR="00767BFB" w:rsidRDefault="00767BFB" w:rsidP="004D3856">
      <w:pPr>
        <w:pStyle w:val="Normal1"/>
        <w:ind w:firstLine="0"/>
        <w:rPr>
          <w:szCs w:val="20"/>
        </w:rPr>
      </w:pPr>
    </w:p>
    <w:p w14:paraId="498A3475" w14:textId="77777777" w:rsidR="00D40CD2" w:rsidRPr="00391FB5" w:rsidRDefault="00D40CD2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133C28A0" w14:textId="18E6350B" w:rsidR="00372A35" w:rsidRPr="00DB488F" w:rsidRDefault="00372A35" w:rsidP="004D3856">
      <w:pPr>
        <w:spacing w:line="240" w:lineRule="exact"/>
        <w:jc w:val="both"/>
      </w:pPr>
    </w:p>
    <w:p w14:paraId="2C9E2BC2" w14:textId="49BF0FA2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7A76BF" w:rsidRDefault="00A80EED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4. – 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3E02D8E6" w14:textId="77777777" w:rsidR="00CC0572" w:rsidRDefault="00CC0572" w:rsidP="00CC0572">
      <w:pPr>
        <w:spacing w:line="240" w:lineRule="exact"/>
      </w:pPr>
    </w:p>
    <w:p w14:paraId="0E47D63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F41CAF">
              <w:rPr>
                <w:szCs w:val="22"/>
              </w:rPr>
            </w:r>
            <w:r w:rsidR="00F41CAF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lastRenderedPageBreak/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="00F41CAF">
              <w:rPr>
                <w:szCs w:val="22"/>
              </w:rPr>
            </w:r>
            <w:r w:rsidR="00F41CAF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3DD709E" w14:textId="77777777" w:rsidR="00CC0572" w:rsidRDefault="00CC0572" w:rsidP="00CC0572"/>
    <w:p w14:paraId="21363524" w14:textId="77777777" w:rsidR="00CC0572" w:rsidRPr="00046F88" w:rsidRDefault="00CC0572" w:rsidP="00CC0572">
      <w:pPr>
        <w:rPr>
          <w:szCs w:val="22"/>
          <w:lang w:eastAsia="en-US"/>
        </w:rPr>
      </w:pPr>
    </w:p>
    <w:p w14:paraId="37A17474" w14:textId="0BFF8AF7" w:rsidR="00CC0572" w:rsidRDefault="00CC0572" w:rsidP="00CC0572">
      <w:pPr>
        <w:rPr>
          <w:szCs w:val="22"/>
          <w:lang w:eastAsia="en-US"/>
        </w:rPr>
      </w:pPr>
    </w:p>
    <w:p w14:paraId="6582E8DE" w14:textId="77777777" w:rsidR="00B272C5" w:rsidRPr="00046F88" w:rsidRDefault="00B272C5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745F1AB7" w14:textId="77777777" w:rsidR="00CC0572" w:rsidRDefault="00CC0572" w:rsidP="00CC0572"/>
    <w:p w14:paraId="50B8C60D" w14:textId="5D2DC0D7" w:rsidR="00767BFB" w:rsidRDefault="00767BFB" w:rsidP="004D3856">
      <w:pPr>
        <w:jc w:val="both"/>
        <w:rPr>
          <w:sz w:val="24"/>
          <w:szCs w:val="24"/>
        </w:rPr>
      </w:pPr>
    </w:p>
    <w:p w14:paraId="3F4BE3DA" w14:textId="77777777" w:rsidR="004E6AD2" w:rsidRPr="00D23175" w:rsidRDefault="004E6AD2" w:rsidP="004D3856">
      <w:pPr>
        <w:jc w:val="both"/>
        <w:rPr>
          <w:sz w:val="24"/>
          <w:szCs w:val="24"/>
        </w:rPr>
      </w:pPr>
    </w:p>
    <w:p w14:paraId="74378A09" w14:textId="22F697D9" w:rsidR="004E6AD2" w:rsidRPr="007A76BF" w:rsidRDefault="004E6AD2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5. – Mode de règlement</w:t>
      </w:r>
    </w:p>
    <w:p w14:paraId="29E61723" w14:textId="4BAD9FEF" w:rsidR="00767BFB" w:rsidRDefault="00767BFB" w:rsidP="004D3856">
      <w:pPr>
        <w:spacing w:before="120"/>
        <w:jc w:val="both"/>
      </w:pPr>
      <w:r w:rsidRPr="00391FB5">
        <w:t>Par virement</w:t>
      </w:r>
    </w:p>
    <w:p w14:paraId="2E5B5852" w14:textId="5F7F1043" w:rsidR="008A4E10" w:rsidRDefault="008A4E10" w:rsidP="004D3856">
      <w:pPr>
        <w:spacing w:before="120"/>
        <w:jc w:val="both"/>
      </w:pPr>
    </w:p>
    <w:p w14:paraId="49C2D1B9" w14:textId="57C92AE9" w:rsidR="004E6AD2" w:rsidRPr="007A76BF" w:rsidRDefault="004E6AD2" w:rsidP="007A76BF">
      <w:pPr>
        <w:pStyle w:val="Titre3"/>
        <w:jc w:val="both"/>
        <w:rPr>
          <w:szCs w:val="24"/>
        </w:rPr>
      </w:pPr>
      <w:r w:rsidRPr="007A76BF">
        <w:rPr>
          <w:szCs w:val="24"/>
        </w:rPr>
        <w:t>6. – 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14053C5A" w14:textId="21055B32" w:rsidR="00CC0572" w:rsidRPr="0008508B" w:rsidRDefault="00CC0572" w:rsidP="00CC0572">
      <w:r>
        <w:t>Le titulaire accepte l’avance (à cocher par le candidat) : oui □ non □</w:t>
      </w:r>
    </w:p>
    <w:p w14:paraId="515E1733" w14:textId="1DA90981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75DD793F" w14:textId="3B82887E" w:rsidR="000B1FE5" w:rsidRDefault="000B1FE5" w:rsidP="004D3856">
      <w:pPr>
        <w:jc w:val="both"/>
        <w:rPr>
          <w:b/>
        </w:rPr>
      </w:pPr>
    </w:p>
    <w:p w14:paraId="6F5486E3" w14:textId="77777777" w:rsidR="00F41CAF" w:rsidRPr="00F41CAF" w:rsidRDefault="00F41CAF" w:rsidP="00F41CAF">
      <w:pPr>
        <w:jc w:val="both"/>
        <w:rPr>
          <w:szCs w:val="22"/>
        </w:rPr>
      </w:pPr>
      <w:r w:rsidRPr="00F41CAF">
        <w:rPr>
          <w:szCs w:val="22"/>
        </w:rPr>
        <w:t>Le marché prend effet à compter de sa notification et reste en vigueur pendant une durée de 12 mois.</w:t>
      </w:r>
    </w:p>
    <w:p w14:paraId="18C79F43" w14:textId="77777777" w:rsidR="00F41CAF" w:rsidRPr="00F41CAF" w:rsidRDefault="00F41CAF" w:rsidP="00F41CAF">
      <w:pPr>
        <w:jc w:val="both"/>
        <w:rPr>
          <w:szCs w:val="22"/>
        </w:rPr>
      </w:pPr>
    </w:p>
    <w:p w14:paraId="1CB621D5" w14:textId="73AD426C" w:rsidR="00D40CD2" w:rsidRDefault="00F41CAF" w:rsidP="00F41CAF">
      <w:pPr>
        <w:jc w:val="both"/>
        <w:rPr>
          <w:szCs w:val="22"/>
        </w:rPr>
      </w:pPr>
      <w:r w:rsidRPr="00F41CAF">
        <w:rPr>
          <w:szCs w:val="22"/>
        </w:rPr>
        <w:t>A la date anniversaire du marché, il est ensuite reconductible, tacitement, trois fois, pour une durée d’un an sans que sa durée totale ne puisse excéder 48 mois.</w:t>
      </w:r>
    </w:p>
    <w:p w14:paraId="58DA0BEA" w14:textId="77777777" w:rsidR="00F41CAF" w:rsidRDefault="00F41CAF" w:rsidP="00F41CAF">
      <w:pPr>
        <w:jc w:val="both"/>
      </w:pPr>
    </w:p>
    <w:p w14:paraId="5AA77A77" w14:textId="70BEB878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391FB5" w:rsidRPr="00D23175">
        <w:rPr>
          <w:szCs w:val="24"/>
        </w:rPr>
        <w:t xml:space="preserve">Pièces </w:t>
      </w:r>
      <w:r w:rsidR="00F41CAF" w:rsidRPr="00F41CAF">
        <w:rPr>
          <w:szCs w:val="24"/>
        </w:rPr>
        <w:t>contractuelles</w:t>
      </w:r>
      <w:r w:rsidR="00391FB5" w:rsidRPr="00D23175">
        <w:rPr>
          <w:szCs w:val="24"/>
        </w:rPr>
        <w:t xml:space="preserve"> 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619A73AB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 w:rsidRPr="006835E4">
        <w:t>La signature du présent acte d’engagement emporte acceptat</w:t>
      </w:r>
      <w:r>
        <w:t xml:space="preserve">ion des pièces </w:t>
      </w:r>
      <w:r w:rsidR="00F41CAF" w:rsidRPr="00F41CAF">
        <w:t>contractuelles</w:t>
      </w:r>
      <w:r>
        <w:t xml:space="preserve"> du marché </w:t>
      </w:r>
      <w:r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07CA4175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</w:t>
      </w:r>
      <w:r w:rsidR="007E227E">
        <w:rPr>
          <w:b w:val="0"/>
          <w:szCs w:val="22"/>
        </w:rPr>
        <w:t>gement (AE) et son annexe financière</w:t>
      </w:r>
      <w:r w:rsidR="004E6AD2" w:rsidRPr="001F4589">
        <w:rPr>
          <w:b w:val="0"/>
          <w:szCs w:val="22"/>
        </w:rPr>
        <w:t> 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2F39D98B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(CCAP) ;</w:t>
      </w:r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1E0EEA05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(CCTP)</w:t>
      </w:r>
      <w:r>
        <w:rPr>
          <w:b w:val="0"/>
          <w:szCs w:val="22"/>
        </w:rPr>
        <w:t>;</w:t>
      </w:r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3F0A6396" w14:textId="2FCF3876" w:rsidR="004E6AD2" w:rsidRPr="00D40CD2" w:rsidRDefault="007D68CD" w:rsidP="00EA7FF7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 w:rsidRPr="00D40CD2">
        <w:rPr>
          <w:b w:val="0"/>
          <w:szCs w:val="22"/>
        </w:rPr>
        <w:t>Le</w:t>
      </w:r>
      <w:r w:rsidR="004E6AD2" w:rsidRPr="00D40CD2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D40CD2" w:rsidRPr="00372A35">
        <w:rPr>
          <w:b w:val="0"/>
          <w:szCs w:val="22"/>
        </w:rPr>
        <w:t>FCS</w:t>
      </w:r>
      <w:r w:rsidR="004E6AD2" w:rsidRPr="00D40CD2">
        <w:rPr>
          <w:b w:val="0"/>
          <w:szCs w:val="22"/>
        </w:rPr>
        <w:t>), en vigueur à la date prévue pour la remise des offres</w:t>
      </w:r>
      <w:r w:rsidR="00F95EB0" w:rsidRPr="00D40CD2">
        <w:rPr>
          <w:b w:val="0"/>
          <w:szCs w:val="22"/>
        </w:rPr>
        <w:t> ;</w:t>
      </w:r>
      <w:r w:rsidR="00FF6E79" w:rsidRPr="00D40CD2">
        <w:rPr>
          <w:b w:val="0"/>
          <w:szCs w:val="22"/>
        </w:rPr>
        <w:t xml:space="preserve"> </w:t>
      </w:r>
    </w:p>
    <w:p w14:paraId="3BB5E401" w14:textId="22ACCF2E" w:rsidR="00D40CD2" w:rsidRPr="00D40CD2" w:rsidRDefault="00D40CD2" w:rsidP="00D40CD2">
      <w:pPr>
        <w:pStyle w:val="Retraitcorpsdetexte3"/>
        <w:tabs>
          <w:tab w:val="left" w:pos="567"/>
          <w:tab w:val="left" w:pos="851"/>
        </w:tabs>
        <w:ind w:left="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77777777" w:rsidR="007815B6" w:rsidRPr="00D767A0" w:rsidRDefault="007815B6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 xml:space="preserve">A                        </w:t>
      </w:r>
      <w:proofErr w:type="gramStart"/>
      <w:r w:rsidRPr="006835E4">
        <w:t xml:space="preserve">  ,</w:t>
      </w:r>
      <w:proofErr w:type="gramEnd"/>
      <w:r w:rsidRPr="006835E4">
        <w:t xml:space="preserve">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2349F50E" w14:textId="6BD857AF" w:rsidR="00242E2E" w:rsidRPr="00F41CAF" w:rsidRDefault="00242E2E" w:rsidP="00F41CAF">
      <w:pPr>
        <w:pStyle w:val="Retraitcorpsdetexte3"/>
        <w:tabs>
          <w:tab w:val="left" w:pos="567"/>
          <w:tab w:val="left" w:pos="851"/>
        </w:tabs>
        <w:ind w:left="0"/>
        <w:jc w:val="both"/>
        <w:rPr>
          <w:b w:val="0"/>
          <w:szCs w:val="22"/>
        </w:rPr>
      </w:pPr>
      <w:bookmarkStart w:id="0" w:name="_GoBack"/>
      <w:bookmarkEnd w:id="0"/>
    </w:p>
    <w:sectPr w:rsidR="00242E2E" w:rsidRPr="00F41CAF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0B4D5" w14:textId="77777777" w:rsidR="00127FDD" w:rsidRDefault="00127FDD">
      <w:r>
        <w:separator/>
      </w:r>
    </w:p>
  </w:endnote>
  <w:endnote w:type="continuationSeparator" w:id="0">
    <w:p w14:paraId="69557B75" w14:textId="77777777" w:rsidR="00127FDD" w:rsidRDefault="0012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</w:tblGrid>
    <w:tr w:rsidR="00691101" w14:paraId="20785394" w14:textId="77777777" w:rsidTr="007C3401">
      <w:tc>
        <w:tcPr>
          <w:tcW w:w="8150" w:type="dxa"/>
        </w:tcPr>
        <w:p w14:paraId="200689C3" w14:textId="27610891" w:rsidR="00691101" w:rsidRPr="00043CB7" w:rsidRDefault="00691101" w:rsidP="00691101">
          <w:pPr>
            <w:pStyle w:val="Pieddepage"/>
            <w:rPr>
              <w:i/>
              <w:sz w:val="18"/>
              <w:szCs w:val="18"/>
            </w:rPr>
          </w:pPr>
          <w:r w:rsidRPr="00043CB7">
            <w:rPr>
              <w:i/>
              <w:sz w:val="18"/>
              <w:szCs w:val="18"/>
            </w:rPr>
            <w:t xml:space="preserve">INRAP AE / AOO - </w:t>
          </w:r>
          <w:r w:rsidR="00043CB7" w:rsidRPr="00043CB7">
            <w:rPr>
              <w:i/>
              <w:sz w:val="18"/>
              <w:szCs w:val="18"/>
            </w:rPr>
            <w:t>019</w:t>
          </w:r>
          <w:r w:rsidRPr="00043CB7">
            <w:rPr>
              <w:i/>
              <w:sz w:val="18"/>
              <w:szCs w:val="18"/>
            </w:rPr>
            <w:t>SE2</w:t>
          </w:r>
          <w:r w:rsidR="00C7609B" w:rsidRPr="00043CB7">
            <w:rPr>
              <w:i/>
              <w:sz w:val="18"/>
              <w:szCs w:val="18"/>
            </w:rPr>
            <w:t>025</w:t>
          </w:r>
          <w:r w:rsidRPr="00043CB7">
            <w:rPr>
              <w:i/>
              <w:sz w:val="18"/>
              <w:szCs w:val="18"/>
            </w:rPr>
            <w:tab/>
          </w:r>
          <w:r w:rsidRPr="00043CB7">
            <w:rPr>
              <w:i/>
              <w:sz w:val="18"/>
              <w:szCs w:val="18"/>
            </w:rPr>
            <w:tab/>
          </w:r>
        </w:p>
        <w:p w14:paraId="35DFC3C0" w14:textId="77777777" w:rsidR="00691101" w:rsidRPr="009654CB" w:rsidRDefault="00691101" w:rsidP="00691101">
          <w:pPr>
            <w:pStyle w:val="Pieddepage"/>
            <w:rPr>
              <w:i/>
              <w:sz w:val="18"/>
              <w:szCs w:val="18"/>
            </w:rPr>
          </w:pPr>
          <w:r w:rsidRPr="00043CB7">
            <w:rPr>
              <w:i/>
              <w:sz w:val="18"/>
              <w:szCs w:val="18"/>
            </w:rPr>
            <w:t>Prestations de nettoyage en région Grand-Est – Lot 3 : Centre de recherches archéologiques de Reims</w:t>
          </w:r>
        </w:p>
        <w:p w14:paraId="64656248" w14:textId="77777777" w:rsidR="00691101" w:rsidRDefault="00691101" w:rsidP="00691101">
          <w:pPr>
            <w:pStyle w:val="Pieddepage"/>
            <w:pBdr>
              <w:top w:val="single" w:sz="4" w:space="1" w:color="auto"/>
            </w:pBdr>
            <w:rPr>
              <w:rFonts w:ascii="Arial" w:hAnsi="Arial"/>
              <w:b/>
              <w:sz w:val="14"/>
            </w:rPr>
          </w:pPr>
        </w:p>
      </w:tc>
    </w:tr>
  </w:tbl>
  <w:sdt>
    <w:sdtPr>
      <w:id w:val="613252719"/>
      <w:docPartObj>
        <w:docPartGallery w:val="Page Numbers (Bottom of Page)"/>
        <w:docPartUnique/>
      </w:docPartObj>
    </w:sdtPr>
    <w:sdtEndPr/>
    <w:sdtContent>
      <w:p w14:paraId="34B417BF" w14:textId="7888D37F" w:rsidR="005F6E53" w:rsidRPr="00691101" w:rsidRDefault="00691101" w:rsidP="0069110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CA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F960A" w14:textId="77777777" w:rsidR="00127FDD" w:rsidRDefault="00127FDD">
      <w:r>
        <w:separator/>
      </w:r>
    </w:p>
  </w:footnote>
  <w:footnote w:type="continuationSeparator" w:id="0">
    <w:p w14:paraId="39503A15" w14:textId="77777777" w:rsidR="00127FDD" w:rsidRDefault="00127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35pt;height:11.35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F"/>
    <w:rsid w:val="00002254"/>
    <w:rsid w:val="00010405"/>
    <w:rsid w:val="00014010"/>
    <w:rsid w:val="00036342"/>
    <w:rsid w:val="00043CB7"/>
    <w:rsid w:val="00047946"/>
    <w:rsid w:val="0005261E"/>
    <w:rsid w:val="0005300B"/>
    <w:rsid w:val="000662F1"/>
    <w:rsid w:val="00070E3C"/>
    <w:rsid w:val="00080677"/>
    <w:rsid w:val="0008791E"/>
    <w:rsid w:val="000927A9"/>
    <w:rsid w:val="00096CBF"/>
    <w:rsid w:val="000A72BD"/>
    <w:rsid w:val="000B1FE5"/>
    <w:rsid w:val="000B309E"/>
    <w:rsid w:val="000B58F6"/>
    <w:rsid w:val="000B76F0"/>
    <w:rsid w:val="000C5DAC"/>
    <w:rsid w:val="000D3684"/>
    <w:rsid w:val="000F0B59"/>
    <w:rsid w:val="000F2AE1"/>
    <w:rsid w:val="000F5402"/>
    <w:rsid w:val="00103E28"/>
    <w:rsid w:val="00110473"/>
    <w:rsid w:val="001150AD"/>
    <w:rsid w:val="00115EC8"/>
    <w:rsid w:val="00116BD4"/>
    <w:rsid w:val="00125C94"/>
    <w:rsid w:val="00126B44"/>
    <w:rsid w:val="00127FDD"/>
    <w:rsid w:val="00133373"/>
    <w:rsid w:val="00133CE9"/>
    <w:rsid w:val="001379AF"/>
    <w:rsid w:val="00141979"/>
    <w:rsid w:val="00142362"/>
    <w:rsid w:val="001504D6"/>
    <w:rsid w:val="00160058"/>
    <w:rsid w:val="00165C03"/>
    <w:rsid w:val="0017064E"/>
    <w:rsid w:val="00193535"/>
    <w:rsid w:val="001A1F51"/>
    <w:rsid w:val="001A7212"/>
    <w:rsid w:val="001C0F3C"/>
    <w:rsid w:val="001C32AF"/>
    <w:rsid w:val="001C4842"/>
    <w:rsid w:val="001D134C"/>
    <w:rsid w:val="001D57CA"/>
    <w:rsid w:val="001D6716"/>
    <w:rsid w:val="001E323D"/>
    <w:rsid w:val="001E6EE3"/>
    <w:rsid w:val="001F42A8"/>
    <w:rsid w:val="001F4589"/>
    <w:rsid w:val="00201155"/>
    <w:rsid w:val="002052FA"/>
    <w:rsid w:val="0021782F"/>
    <w:rsid w:val="00233B4F"/>
    <w:rsid w:val="00242E2E"/>
    <w:rsid w:val="00253D55"/>
    <w:rsid w:val="00254E1E"/>
    <w:rsid w:val="00272FE9"/>
    <w:rsid w:val="002767B4"/>
    <w:rsid w:val="0027697A"/>
    <w:rsid w:val="00280B05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301456"/>
    <w:rsid w:val="00322BCF"/>
    <w:rsid w:val="0032436C"/>
    <w:rsid w:val="003270A6"/>
    <w:rsid w:val="0033038D"/>
    <w:rsid w:val="003350EC"/>
    <w:rsid w:val="00335FC3"/>
    <w:rsid w:val="00336C33"/>
    <w:rsid w:val="003459D7"/>
    <w:rsid w:val="003561BF"/>
    <w:rsid w:val="00360781"/>
    <w:rsid w:val="00364B04"/>
    <w:rsid w:val="00365AE4"/>
    <w:rsid w:val="00365FF1"/>
    <w:rsid w:val="00366665"/>
    <w:rsid w:val="00372A35"/>
    <w:rsid w:val="003733D1"/>
    <w:rsid w:val="003823B0"/>
    <w:rsid w:val="00391FB5"/>
    <w:rsid w:val="00392FF6"/>
    <w:rsid w:val="00397F7D"/>
    <w:rsid w:val="003A072C"/>
    <w:rsid w:val="003A0BF1"/>
    <w:rsid w:val="003A312E"/>
    <w:rsid w:val="003A5E3D"/>
    <w:rsid w:val="003B2617"/>
    <w:rsid w:val="003C2BB3"/>
    <w:rsid w:val="003C61F8"/>
    <w:rsid w:val="003C6200"/>
    <w:rsid w:val="003D493D"/>
    <w:rsid w:val="003D7D43"/>
    <w:rsid w:val="003E3D8D"/>
    <w:rsid w:val="003F048F"/>
    <w:rsid w:val="00400359"/>
    <w:rsid w:val="004037D6"/>
    <w:rsid w:val="004054B5"/>
    <w:rsid w:val="00410CE0"/>
    <w:rsid w:val="00411E4C"/>
    <w:rsid w:val="004140E1"/>
    <w:rsid w:val="00420900"/>
    <w:rsid w:val="00420C85"/>
    <w:rsid w:val="004312C5"/>
    <w:rsid w:val="004374F1"/>
    <w:rsid w:val="00437C31"/>
    <w:rsid w:val="004448EF"/>
    <w:rsid w:val="00444FC4"/>
    <w:rsid w:val="004505C3"/>
    <w:rsid w:val="00461486"/>
    <w:rsid w:val="00463400"/>
    <w:rsid w:val="004718ED"/>
    <w:rsid w:val="00472903"/>
    <w:rsid w:val="00473C38"/>
    <w:rsid w:val="00474087"/>
    <w:rsid w:val="00483DD3"/>
    <w:rsid w:val="00487671"/>
    <w:rsid w:val="00487C00"/>
    <w:rsid w:val="004904B8"/>
    <w:rsid w:val="00491541"/>
    <w:rsid w:val="004943E3"/>
    <w:rsid w:val="00495B98"/>
    <w:rsid w:val="0049754C"/>
    <w:rsid w:val="004A3743"/>
    <w:rsid w:val="004B062F"/>
    <w:rsid w:val="004B0798"/>
    <w:rsid w:val="004B1360"/>
    <w:rsid w:val="004B1EEB"/>
    <w:rsid w:val="004B221D"/>
    <w:rsid w:val="004C71A4"/>
    <w:rsid w:val="004D3856"/>
    <w:rsid w:val="004D49E3"/>
    <w:rsid w:val="004D558D"/>
    <w:rsid w:val="004E2C14"/>
    <w:rsid w:val="004E6AD2"/>
    <w:rsid w:val="00500797"/>
    <w:rsid w:val="00501DCC"/>
    <w:rsid w:val="00503BDE"/>
    <w:rsid w:val="00504C3D"/>
    <w:rsid w:val="00513DB7"/>
    <w:rsid w:val="00520557"/>
    <w:rsid w:val="00531B68"/>
    <w:rsid w:val="005431D8"/>
    <w:rsid w:val="00550BD7"/>
    <w:rsid w:val="00551EB7"/>
    <w:rsid w:val="0057597B"/>
    <w:rsid w:val="00581E14"/>
    <w:rsid w:val="0058544F"/>
    <w:rsid w:val="00590C64"/>
    <w:rsid w:val="00591BBB"/>
    <w:rsid w:val="00594E5D"/>
    <w:rsid w:val="00597C16"/>
    <w:rsid w:val="005B457F"/>
    <w:rsid w:val="005B4861"/>
    <w:rsid w:val="005B6664"/>
    <w:rsid w:val="005C5202"/>
    <w:rsid w:val="005C73E9"/>
    <w:rsid w:val="005D6E9F"/>
    <w:rsid w:val="005F0AAF"/>
    <w:rsid w:val="005F2025"/>
    <w:rsid w:val="005F6E53"/>
    <w:rsid w:val="00611622"/>
    <w:rsid w:val="006117A5"/>
    <w:rsid w:val="00615693"/>
    <w:rsid w:val="006222EC"/>
    <w:rsid w:val="0062277E"/>
    <w:rsid w:val="00630AA9"/>
    <w:rsid w:val="00644905"/>
    <w:rsid w:val="00645BFB"/>
    <w:rsid w:val="00660386"/>
    <w:rsid w:val="00663AC6"/>
    <w:rsid w:val="00667A9F"/>
    <w:rsid w:val="00691101"/>
    <w:rsid w:val="006A1AC6"/>
    <w:rsid w:val="006A445D"/>
    <w:rsid w:val="006B2D73"/>
    <w:rsid w:val="006B65FB"/>
    <w:rsid w:val="006C1716"/>
    <w:rsid w:val="006D0879"/>
    <w:rsid w:val="006D4B50"/>
    <w:rsid w:val="006E0041"/>
    <w:rsid w:val="006E0A4F"/>
    <w:rsid w:val="006E56E1"/>
    <w:rsid w:val="007057F3"/>
    <w:rsid w:val="00706816"/>
    <w:rsid w:val="00717AA7"/>
    <w:rsid w:val="00723D52"/>
    <w:rsid w:val="0072531D"/>
    <w:rsid w:val="007303F1"/>
    <w:rsid w:val="007318BF"/>
    <w:rsid w:val="0075272B"/>
    <w:rsid w:val="00754912"/>
    <w:rsid w:val="00755EE0"/>
    <w:rsid w:val="00762872"/>
    <w:rsid w:val="00763118"/>
    <w:rsid w:val="00765F87"/>
    <w:rsid w:val="00767BFB"/>
    <w:rsid w:val="00767CDF"/>
    <w:rsid w:val="007728D8"/>
    <w:rsid w:val="007747F0"/>
    <w:rsid w:val="007815B6"/>
    <w:rsid w:val="0078353C"/>
    <w:rsid w:val="00790930"/>
    <w:rsid w:val="007A0F18"/>
    <w:rsid w:val="007A2236"/>
    <w:rsid w:val="007A76BF"/>
    <w:rsid w:val="007B123D"/>
    <w:rsid w:val="007C01FD"/>
    <w:rsid w:val="007C0B3D"/>
    <w:rsid w:val="007D5A55"/>
    <w:rsid w:val="007D68CD"/>
    <w:rsid w:val="007E227E"/>
    <w:rsid w:val="007F1AF9"/>
    <w:rsid w:val="007F3708"/>
    <w:rsid w:val="007F40CF"/>
    <w:rsid w:val="00802EF4"/>
    <w:rsid w:val="00804E33"/>
    <w:rsid w:val="00815B13"/>
    <w:rsid w:val="008163A0"/>
    <w:rsid w:val="008165D3"/>
    <w:rsid w:val="00824F64"/>
    <w:rsid w:val="00826682"/>
    <w:rsid w:val="00835866"/>
    <w:rsid w:val="00842EEB"/>
    <w:rsid w:val="0084683E"/>
    <w:rsid w:val="00851CE3"/>
    <w:rsid w:val="00860A8A"/>
    <w:rsid w:val="00867610"/>
    <w:rsid w:val="00867C14"/>
    <w:rsid w:val="00873DC6"/>
    <w:rsid w:val="00882F37"/>
    <w:rsid w:val="008834CC"/>
    <w:rsid w:val="00894D78"/>
    <w:rsid w:val="008A129A"/>
    <w:rsid w:val="008A1789"/>
    <w:rsid w:val="008A1F3D"/>
    <w:rsid w:val="008A2C7F"/>
    <w:rsid w:val="008A4E10"/>
    <w:rsid w:val="008C04D4"/>
    <w:rsid w:val="008C066F"/>
    <w:rsid w:val="008C4780"/>
    <w:rsid w:val="008D3213"/>
    <w:rsid w:val="008D5121"/>
    <w:rsid w:val="008D606B"/>
    <w:rsid w:val="008D6113"/>
    <w:rsid w:val="00900445"/>
    <w:rsid w:val="00901A5D"/>
    <w:rsid w:val="009039FC"/>
    <w:rsid w:val="00905A28"/>
    <w:rsid w:val="00912003"/>
    <w:rsid w:val="00913A37"/>
    <w:rsid w:val="009162CC"/>
    <w:rsid w:val="009202F1"/>
    <w:rsid w:val="009461A9"/>
    <w:rsid w:val="009515A4"/>
    <w:rsid w:val="00951E46"/>
    <w:rsid w:val="00961EEB"/>
    <w:rsid w:val="009645D5"/>
    <w:rsid w:val="0097483F"/>
    <w:rsid w:val="00974D76"/>
    <w:rsid w:val="00976B5E"/>
    <w:rsid w:val="00980B9F"/>
    <w:rsid w:val="00980DA7"/>
    <w:rsid w:val="00995B4C"/>
    <w:rsid w:val="009968BA"/>
    <w:rsid w:val="00996A19"/>
    <w:rsid w:val="009B605D"/>
    <w:rsid w:val="009C2258"/>
    <w:rsid w:val="009E0FB0"/>
    <w:rsid w:val="009F1EA9"/>
    <w:rsid w:val="009F3228"/>
    <w:rsid w:val="009F3703"/>
    <w:rsid w:val="009F795F"/>
    <w:rsid w:val="00A01B80"/>
    <w:rsid w:val="00A13302"/>
    <w:rsid w:val="00A272E9"/>
    <w:rsid w:val="00A35574"/>
    <w:rsid w:val="00A37974"/>
    <w:rsid w:val="00A37AC1"/>
    <w:rsid w:val="00A478E7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A07DB"/>
    <w:rsid w:val="00AA1824"/>
    <w:rsid w:val="00AA51B0"/>
    <w:rsid w:val="00AB021C"/>
    <w:rsid w:val="00AB1F23"/>
    <w:rsid w:val="00AB46AB"/>
    <w:rsid w:val="00AB5A96"/>
    <w:rsid w:val="00AC72FB"/>
    <w:rsid w:val="00AD61E3"/>
    <w:rsid w:val="00AD6EED"/>
    <w:rsid w:val="00AD73E8"/>
    <w:rsid w:val="00AE4CA8"/>
    <w:rsid w:val="00AE7399"/>
    <w:rsid w:val="00AF1F51"/>
    <w:rsid w:val="00AF7485"/>
    <w:rsid w:val="00B00575"/>
    <w:rsid w:val="00B03561"/>
    <w:rsid w:val="00B045FD"/>
    <w:rsid w:val="00B062C9"/>
    <w:rsid w:val="00B1284C"/>
    <w:rsid w:val="00B13AC2"/>
    <w:rsid w:val="00B16ED3"/>
    <w:rsid w:val="00B17CD3"/>
    <w:rsid w:val="00B22DB3"/>
    <w:rsid w:val="00B2701D"/>
    <w:rsid w:val="00B272C5"/>
    <w:rsid w:val="00B32E3A"/>
    <w:rsid w:val="00B413F3"/>
    <w:rsid w:val="00B479E6"/>
    <w:rsid w:val="00B47BA9"/>
    <w:rsid w:val="00B53A4B"/>
    <w:rsid w:val="00B579A6"/>
    <w:rsid w:val="00B648AD"/>
    <w:rsid w:val="00B662AF"/>
    <w:rsid w:val="00B71887"/>
    <w:rsid w:val="00B827F0"/>
    <w:rsid w:val="00BA2667"/>
    <w:rsid w:val="00BA3679"/>
    <w:rsid w:val="00BB34B7"/>
    <w:rsid w:val="00BB711D"/>
    <w:rsid w:val="00BC659D"/>
    <w:rsid w:val="00BC7E0C"/>
    <w:rsid w:val="00BD0D2F"/>
    <w:rsid w:val="00BD1291"/>
    <w:rsid w:val="00BD147E"/>
    <w:rsid w:val="00BD14B4"/>
    <w:rsid w:val="00BD3089"/>
    <w:rsid w:val="00BD54BF"/>
    <w:rsid w:val="00BD7FF8"/>
    <w:rsid w:val="00BE7F38"/>
    <w:rsid w:val="00BF5066"/>
    <w:rsid w:val="00C01997"/>
    <w:rsid w:val="00C01E14"/>
    <w:rsid w:val="00C0328E"/>
    <w:rsid w:val="00C13AFF"/>
    <w:rsid w:val="00C22C75"/>
    <w:rsid w:val="00C264FB"/>
    <w:rsid w:val="00C31D92"/>
    <w:rsid w:val="00C35140"/>
    <w:rsid w:val="00C416D1"/>
    <w:rsid w:val="00C648D0"/>
    <w:rsid w:val="00C67D36"/>
    <w:rsid w:val="00C71E21"/>
    <w:rsid w:val="00C732C9"/>
    <w:rsid w:val="00C7609B"/>
    <w:rsid w:val="00C84063"/>
    <w:rsid w:val="00C863F9"/>
    <w:rsid w:val="00C9080B"/>
    <w:rsid w:val="00C9303E"/>
    <w:rsid w:val="00C966C8"/>
    <w:rsid w:val="00CA13D0"/>
    <w:rsid w:val="00CB4BFB"/>
    <w:rsid w:val="00CB5DFD"/>
    <w:rsid w:val="00CC0572"/>
    <w:rsid w:val="00CC2AC4"/>
    <w:rsid w:val="00CC3782"/>
    <w:rsid w:val="00CD5D53"/>
    <w:rsid w:val="00CF468F"/>
    <w:rsid w:val="00CF72AB"/>
    <w:rsid w:val="00D02141"/>
    <w:rsid w:val="00D06A4C"/>
    <w:rsid w:val="00D12BD4"/>
    <w:rsid w:val="00D144D5"/>
    <w:rsid w:val="00D14D2C"/>
    <w:rsid w:val="00D15836"/>
    <w:rsid w:val="00D40CD2"/>
    <w:rsid w:val="00D41DF4"/>
    <w:rsid w:val="00D6458F"/>
    <w:rsid w:val="00D75899"/>
    <w:rsid w:val="00D87FDA"/>
    <w:rsid w:val="00DA7D20"/>
    <w:rsid w:val="00DB0FB0"/>
    <w:rsid w:val="00DB1653"/>
    <w:rsid w:val="00DB2D56"/>
    <w:rsid w:val="00DB3F32"/>
    <w:rsid w:val="00DB4796"/>
    <w:rsid w:val="00DB488F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424E"/>
    <w:rsid w:val="00E011F2"/>
    <w:rsid w:val="00E03B90"/>
    <w:rsid w:val="00E05038"/>
    <w:rsid w:val="00E05BA8"/>
    <w:rsid w:val="00E05FFB"/>
    <w:rsid w:val="00E13A72"/>
    <w:rsid w:val="00E21AA3"/>
    <w:rsid w:val="00E26195"/>
    <w:rsid w:val="00E2666F"/>
    <w:rsid w:val="00E30929"/>
    <w:rsid w:val="00E3168E"/>
    <w:rsid w:val="00E32AE3"/>
    <w:rsid w:val="00E42F91"/>
    <w:rsid w:val="00E43450"/>
    <w:rsid w:val="00E4526B"/>
    <w:rsid w:val="00E61CFB"/>
    <w:rsid w:val="00E72010"/>
    <w:rsid w:val="00E85555"/>
    <w:rsid w:val="00E91B27"/>
    <w:rsid w:val="00E93A1B"/>
    <w:rsid w:val="00E96ED2"/>
    <w:rsid w:val="00EA18B5"/>
    <w:rsid w:val="00EC2EF8"/>
    <w:rsid w:val="00EC694D"/>
    <w:rsid w:val="00EC7AC1"/>
    <w:rsid w:val="00EE34D2"/>
    <w:rsid w:val="00EF23C0"/>
    <w:rsid w:val="00F06278"/>
    <w:rsid w:val="00F1105C"/>
    <w:rsid w:val="00F117D2"/>
    <w:rsid w:val="00F21029"/>
    <w:rsid w:val="00F23406"/>
    <w:rsid w:val="00F25B42"/>
    <w:rsid w:val="00F261E4"/>
    <w:rsid w:val="00F27094"/>
    <w:rsid w:val="00F35BF3"/>
    <w:rsid w:val="00F4089A"/>
    <w:rsid w:val="00F41CAF"/>
    <w:rsid w:val="00F45604"/>
    <w:rsid w:val="00F5050D"/>
    <w:rsid w:val="00F6038D"/>
    <w:rsid w:val="00F66EA1"/>
    <w:rsid w:val="00F70FCD"/>
    <w:rsid w:val="00F7275A"/>
    <w:rsid w:val="00F7325B"/>
    <w:rsid w:val="00F768CF"/>
    <w:rsid w:val="00F860D7"/>
    <w:rsid w:val="00F9266B"/>
    <w:rsid w:val="00F929A6"/>
    <w:rsid w:val="00F95EB0"/>
    <w:rsid w:val="00F970B4"/>
    <w:rsid w:val="00FA2F3C"/>
    <w:rsid w:val="00FA6AE2"/>
    <w:rsid w:val="00FA75B9"/>
    <w:rsid w:val="00FC32F6"/>
    <w:rsid w:val="00FC3985"/>
    <w:rsid w:val="00FC6E74"/>
    <w:rsid w:val="00FD1145"/>
    <w:rsid w:val="00FD14AF"/>
    <w:rsid w:val="00FE0224"/>
    <w:rsid w:val="00FE684E"/>
    <w:rsid w:val="00FF2D4F"/>
    <w:rsid w:val="00FF43CC"/>
    <w:rsid w:val="00FF5F60"/>
    <w:rsid w:val="00FF64B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500797"/>
    <w:pPr>
      <w:jc w:val="both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25950-BB19-4DB5-8D0B-260C45F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61</TotalTime>
  <Pages>5</Pages>
  <Words>1237</Words>
  <Characters>6807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Administrateur</cp:lastModifiedBy>
  <cp:revision>17</cp:revision>
  <cp:lastPrinted>2019-10-15T06:57:00Z</cp:lastPrinted>
  <dcterms:created xsi:type="dcterms:W3CDTF">2021-09-29T09:25:00Z</dcterms:created>
  <dcterms:modified xsi:type="dcterms:W3CDTF">2025-08-11T15:41:00Z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